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2F24D" w14:textId="77777777" w:rsidR="00CB411F" w:rsidRDefault="00CB411F" w:rsidP="000256AF"/>
    <w:p w14:paraId="51D63276" w14:textId="77777777" w:rsidR="00CB411F" w:rsidRDefault="00000000" w:rsidP="000256AF">
      <w:r>
        <w:rPr>
          <w:noProof/>
        </w:rPr>
        <w:pict w14:anchorId="6260688F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94" type="#_x0000_t202" style="position:absolute;margin-left:79.05pt;margin-top:6.2pt;width:59.45pt;height:75.15pt;z-index:7;visibility:visible;mso-wrap-style:none;mso-width-percent:400;mso-height-percent:200;mso-width-percent:400;mso-height-percent:200;mso-width-relative:margin;mso-height-relative:margin">
            <v:textbox style="mso-fit-shape-to-text:t">
              <w:txbxContent>
                <w:p w14:paraId="7D89EC3C" w14:textId="77777777" w:rsidR="00CB411F" w:rsidRPr="00CB411F" w:rsidRDefault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1A84907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igreja 06" style="width:44.25pt;height:67.5pt">
                        <v:imagedata r:id="rId6" r:href="rId7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</w:p>
    <w:p w14:paraId="215AC571" w14:textId="77777777" w:rsidR="00CB411F" w:rsidRDefault="00CB411F" w:rsidP="000256AF"/>
    <w:p w14:paraId="3255468F" w14:textId="77777777" w:rsidR="00CB411F" w:rsidRDefault="00CB411F" w:rsidP="000256AF"/>
    <w:p w14:paraId="0C80B2DF" w14:textId="77777777" w:rsidR="00CB411F" w:rsidRDefault="00CB411F" w:rsidP="000256AF"/>
    <w:p w14:paraId="405ABD19" w14:textId="77777777" w:rsidR="00CB411F" w:rsidRDefault="00CB411F" w:rsidP="000256AF"/>
    <w:p w14:paraId="741548BD" w14:textId="77777777" w:rsidR="00CB411F" w:rsidRDefault="00CB411F" w:rsidP="000256AF"/>
    <w:p w14:paraId="6F9460A3" w14:textId="77777777" w:rsidR="00CB411F" w:rsidRDefault="00CB411F" w:rsidP="000256AF"/>
    <w:p w14:paraId="2A4C2F4C" w14:textId="77777777" w:rsidR="00CB411F" w:rsidRDefault="00CB411F" w:rsidP="000256AF"/>
    <w:p w14:paraId="47BF479B" w14:textId="77777777" w:rsidR="00CB411F" w:rsidRDefault="00CB411F" w:rsidP="000256AF"/>
    <w:p w14:paraId="102AECB6" w14:textId="77777777" w:rsidR="00CB411F" w:rsidRDefault="00CB411F" w:rsidP="000256AF"/>
    <w:p w14:paraId="59C7CF11" w14:textId="77777777" w:rsidR="00CB411F" w:rsidRDefault="00CB411F" w:rsidP="000256AF"/>
    <w:p w14:paraId="615FADEB" w14:textId="77777777" w:rsidR="00CB411F" w:rsidRDefault="00CB411F" w:rsidP="000256AF"/>
    <w:p w14:paraId="2E9FFC0B" w14:textId="77777777" w:rsidR="00CB411F" w:rsidRDefault="00CB411F" w:rsidP="000256AF"/>
    <w:p w14:paraId="4A950C82" w14:textId="77777777" w:rsidR="00CB411F" w:rsidRDefault="00CB411F" w:rsidP="000256AF"/>
    <w:p w14:paraId="530DC140" w14:textId="77777777" w:rsidR="00CB411F" w:rsidRDefault="00CB411F" w:rsidP="000256AF"/>
    <w:p w14:paraId="51BB8EEA" w14:textId="77777777" w:rsidR="00CB411F" w:rsidRDefault="00CB411F" w:rsidP="000256AF"/>
    <w:p w14:paraId="2366789B" w14:textId="77777777" w:rsidR="00CB411F" w:rsidRDefault="00CB411F" w:rsidP="000256AF"/>
    <w:p w14:paraId="2D2DA4BB" w14:textId="77777777" w:rsidR="00CB411F" w:rsidRDefault="00CB411F" w:rsidP="000256AF"/>
    <w:p w14:paraId="4B156C48" w14:textId="77777777" w:rsidR="00CB411F" w:rsidRDefault="00CB411F" w:rsidP="000256AF"/>
    <w:p w14:paraId="0FE7D18A" w14:textId="77777777" w:rsidR="00CB411F" w:rsidRDefault="00CB411F" w:rsidP="000256AF"/>
    <w:p w14:paraId="4B5E4445" w14:textId="77777777" w:rsidR="00CB411F" w:rsidRDefault="00CB411F" w:rsidP="000256AF"/>
    <w:p w14:paraId="7A6DDA30" w14:textId="77777777" w:rsidR="00CB411F" w:rsidRDefault="00CB411F" w:rsidP="000256AF"/>
    <w:p w14:paraId="63585C72" w14:textId="77777777" w:rsidR="00CB411F" w:rsidRDefault="00CB411F" w:rsidP="000256AF"/>
    <w:p w14:paraId="4FDF68BD" w14:textId="77777777" w:rsidR="00CB411F" w:rsidRDefault="00CB411F" w:rsidP="000256AF"/>
    <w:p w14:paraId="48C20702" w14:textId="77777777" w:rsidR="00CB411F" w:rsidRDefault="00CB411F" w:rsidP="000256AF"/>
    <w:p w14:paraId="5693A43A" w14:textId="77777777" w:rsidR="00CB411F" w:rsidRDefault="00CB411F" w:rsidP="000256AF"/>
    <w:p w14:paraId="7910305D" w14:textId="77777777" w:rsidR="00CB411F" w:rsidRDefault="00CB411F" w:rsidP="000256AF"/>
    <w:p w14:paraId="7D1C642E" w14:textId="77777777" w:rsidR="00CB411F" w:rsidRDefault="00CB411F" w:rsidP="000256AF"/>
    <w:p w14:paraId="453C376A" w14:textId="77777777" w:rsidR="00CB411F" w:rsidRDefault="00CB411F" w:rsidP="000256AF"/>
    <w:p w14:paraId="3226BD58" w14:textId="77777777" w:rsidR="00CB411F" w:rsidRDefault="00000000" w:rsidP="000256AF">
      <w:r>
        <w:rPr>
          <w:noProof/>
          <w:lang w:val="pt-BR" w:eastAsia="pt-BR"/>
        </w:rPr>
        <w:pict w14:anchorId="27981AE1">
          <v:rect id="_x0000_s1095" style="position:absolute;margin-left:48.75pt;margin-top:403.5pt;width:515.45pt;height:359.25pt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p w14:paraId="133A98A9" w14:textId="77777777" w:rsidR="00CB411F" w:rsidRDefault="00CB411F" w:rsidP="000256AF"/>
    <w:p w14:paraId="49FF4E01" w14:textId="77777777" w:rsidR="005E4F0D" w:rsidRPr="003B6C1E" w:rsidRDefault="00000000" w:rsidP="000256AF">
      <w:r>
        <w:rPr>
          <w:noProof/>
          <w:lang w:val="pt-BR" w:eastAsia="pt-BR"/>
        </w:rPr>
        <w:pict w14:anchorId="114BF6EB">
          <v:shape id="_x0000_s1101" type="#_x0000_t202" style="position:absolute;margin-left:369.25pt;margin-top:658.5pt;width:158pt;height:17.4pt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2CF9D28C" w14:textId="77777777" w:rsidR="00E625AA" w:rsidRPr="00CB411F" w:rsidRDefault="00E625AA" w:rsidP="00E625AA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>
                    <w:rPr>
                      <w:noProof/>
                      <w:sz w:val="18"/>
                      <w:lang w:val="pt-BR"/>
                    </w:rPr>
                    <w:t>1</w:t>
                  </w:r>
                  <w:r w:rsidR="002A3248">
                    <w:rPr>
                      <w:noProof/>
                      <w:sz w:val="18"/>
                      <w:lang w:val="pt-BR"/>
                    </w:rPr>
                    <w:t>5</w:t>
                  </w:r>
                  <w:r>
                    <w:rPr>
                      <w:noProof/>
                      <w:sz w:val="18"/>
                      <w:lang w:val="pt-BR"/>
                    </w:rPr>
                    <w:t xml:space="preserve"> de setembro de 201</w:t>
                  </w:r>
                  <w:r w:rsidR="002A3248">
                    <w:rPr>
                      <w:noProof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2A4C4C4C">
          <v:rect id="_x0000_s1096" style="position:absolute;margin-left:78pt;margin-top:423pt;width:460.6pt;height:321pt;z-index: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  <w:lang w:val="pt-BR" w:eastAsia="pt-BR"/>
        </w:rPr>
        <w:pict w14:anchorId="4C17B88E">
          <v:shape id="_x0000_s1098" type="#_x0000_t202" style="position:absolute;margin-left:89.25pt;margin-top:442.5pt;width:438.75pt;height:213.75pt;z-index: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>
              <w:txbxContent>
                <w:p w14:paraId="6650D648" w14:textId="77777777" w:rsidR="00CB411F" w:rsidRPr="00CB411F" w:rsidRDefault="00CB411F" w:rsidP="00CB411F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46396943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238818C4" w14:textId="77777777" w:rsidR="0023129A" w:rsidRPr="00CB411F" w:rsidRDefault="0023129A" w:rsidP="0023129A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372AE07C" w14:textId="77777777" w:rsidR="0023129A" w:rsidRPr="00CB411F" w:rsidRDefault="0023129A" w:rsidP="0023129A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02F2C141" w14:textId="77777777" w:rsidR="0023129A" w:rsidRPr="00CB411F" w:rsidRDefault="0023129A" w:rsidP="0023129A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da família cristã da</w:t>
                  </w:r>
                </w:p>
                <w:p w14:paraId="35EC83AD" w14:textId="77777777" w:rsidR="0023129A" w:rsidRPr="00CB411F" w:rsidRDefault="0023129A" w:rsidP="0023129A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de _______________</w:t>
                  </w:r>
                </w:p>
                <w:p w14:paraId="4D844C01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6764B022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recebe em reconhecimento de sua fidelidade em</w:t>
                  </w:r>
                </w:p>
                <w:p w14:paraId="1CC5E62A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6F1B9C9E" w14:textId="565D1F4D" w:rsidR="00CB411F" w:rsidRPr="00CB411F" w:rsidRDefault="007A7E2B" w:rsidP="00CB411F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v</w:t>
                  </w:r>
                  <w:r w:rsidR="00AD569E">
                    <w:rPr>
                      <w:sz w:val="36"/>
                      <w:lang w:val="pt-BR"/>
                    </w:rPr>
                    <w:t>ir à Escola Sabatina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t-BR" w:eastAsia="pt-BR"/>
        </w:rPr>
        <w:pict w14:anchorId="450FFB39">
          <v:shape id="_x0000_s1100" type="#_x0000_t202" style="position:absolute;margin-left:79.05pt;margin-top:19.05pt;width:59.45pt;height:75.15pt;z-index:13;visibility:visible;mso-wrap-style:none;mso-width-percent:400;mso-height-percent:200;mso-width-percent:400;mso-height-percent:200;mso-width-relative:margin;mso-height-relative:margin">
            <v:textbox style="mso-fit-shape-to-text:t">
              <w:txbxContent>
                <w:p w14:paraId="67F08974" w14:textId="77777777" w:rsidR="00CB411F" w:rsidRPr="00CB411F" w:rsidRDefault="00CB411F" w:rsidP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6AA76857">
                      <v:shape id="_x0000_i1028" type="#_x0000_t75" alt="igreja 06" style="width:44.25pt;height:67.5pt">
                        <v:imagedata r:id="rId6" r:href="rId8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  <w:r>
        <w:rPr>
          <w:noProof/>
          <w:lang w:val="pt-BR" w:eastAsia="pt-BR"/>
        </w:rPr>
        <w:pict w14:anchorId="1125992B">
          <v:shape id="_x0000_s1099" type="#_x0000_t202" style="position:absolute;margin-left:285.95pt;margin-top:695.25pt;width:252.65pt;height:27.6pt;z-index: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fit-shape-to-text:t">
              <w:txbxContent>
                <w:p w14:paraId="5AB10630" w14:textId="77777777" w:rsidR="00CB411F" w:rsidRPr="00CB411F" w:rsidRDefault="00CB411F" w:rsidP="00CB411F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5447579F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>
                    <w:rPr>
                      <w:sz w:val="18"/>
                      <w:szCs w:val="24"/>
                      <w:lang w:val="pt-BR"/>
                    </w:rPr>
                    <w:t>o(a)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diretor</w:t>
                  </w:r>
                  <w:r>
                    <w:rPr>
                      <w:sz w:val="18"/>
                      <w:szCs w:val="24"/>
                      <w:lang w:val="pt-BR"/>
                    </w:rPr>
                    <w:t>(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>a</w:t>
                  </w:r>
                  <w:r>
                    <w:rPr>
                      <w:sz w:val="18"/>
                      <w:szCs w:val="24"/>
                      <w:lang w:val="pt-BR"/>
                    </w:rPr>
                    <w:t>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6A71C9D4">
          <v:shape id="_x0000_s1097" type="#_x0000_t202" style="position:absolute;margin-left:73.75pt;margin-top:695.25pt;width:233pt;height:37.8pt;z-index:1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2B687657" w14:textId="77777777" w:rsidR="00CB411F" w:rsidRPr="00CB411F" w:rsidRDefault="00CB411F" w:rsidP="00CB411F">
                  <w:pPr>
                    <w:pStyle w:val="datesignature"/>
                    <w:rPr>
                      <w:sz w:val="18"/>
                    </w:rPr>
                  </w:pPr>
                  <w:r w:rsidRPr="00CB411F">
                    <w:rPr>
                      <w:sz w:val="18"/>
                    </w:rPr>
                    <w:t>______________________________________</w:t>
                  </w:r>
                </w:p>
                <w:p w14:paraId="6190B41B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do pastor</w:t>
                  </w:r>
                </w:p>
                <w:p w14:paraId="075A5B1C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2A58C799">
          <v:shape id="_x0000_s1093" type="#_x0000_t202" style="position:absolute;margin-left:370pt;margin-top:282pt;width:158pt;height:17.4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53084EBC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>
                    <w:rPr>
                      <w:noProof/>
                      <w:sz w:val="18"/>
                      <w:lang w:val="pt-BR"/>
                    </w:rPr>
                    <w:t>1</w:t>
                  </w:r>
                  <w:r w:rsidR="002A3248">
                    <w:rPr>
                      <w:noProof/>
                      <w:sz w:val="18"/>
                      <w:lang w:val="pt-BR"/>
                    </w:rPr>
                    <w:t>5</w:t>
                  </w:r>
                  <w:r>
                    <w:rPr>
                      <w:noProof/>
                      <w:sz w:val="18"/>
                      <w:lang w:val="pt-BR"/>
                    </w:rPr>
                    <w:t xml:space="preserve"> de setembro de 201</w:t>
                  </w:r>
                  <w:r w:rsidR="002A3248">
                    <w:rPr>
                      <w:noProof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2AEDFC8B">
          <v:shape id="Text Box 53" o:spid="_x0000_s1090" type="#_x0000_t202" style="position:absolute;margin-left:73.75pt;margin-top:324pt;width:233pt;height:37.8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14D03E33" w14:textId="77777777" w:rsidR="00BC40EF" w:rsidRPr="00CB411F" w:rsidRDefault="00BC40EF" w:rsidP="00B028D6">
                  <w:pPr>
                    <w:pStyle w:val="datesignature"/>
                    <w:rPr>
                      <w:sz w:val="18"/>
                    </w:rPr>
                  </w:pPr>
                  <w:r w:rsidRPr="00CB411F">
                    <w:rPr>
                      <w:sz w:val="18"/>
                    </w:rPr>
                    <w:t>_____</w:t>
                  </w:r>
                  <w:r w:rsidR="00F113D4" w:rsidRPr="00CB411F">
                    <w:rPr>
                      <w:sz w:val="18"/>
                    </w:rPr>
                    <w:t>__</w:t>
                  </w:r>
                  <w:r w:rsidRPr="00CB411F">
                    <w:rPr>
                      <w:sz w:val="18"/>
                    </w:rPr>
                    <w:t>___</w:t>
                  </w:r>
                  <w:r w:rsidR="00B028D6" w:rsidRPr="00CB411F">
                    <w:rPr>
                      <w:sz w:val="18"/>
                    </w:rPr>
                    <w:t>___________________</w:t>
                  </w:r>
                  <w:r w:rsidRPr="00CB411F">
                    <w:rPr>
                      <w:sz w:val="18"/>
                    </w:rPr>
                    <w:t>______</w:t>
                  </w:r>
                  <w:r w:rsidR="00F113D4" w:rsidRPr="00CB411F">
                    <w:rPr>
                      <w:sz w:val="18"/>
                    </w:rPr>
                    <w:t>___</w:t>
                  </w:r>
                </w:p>
                <w:p w14:paraId="13EEF0E4" w14:textId="77777777" w:rsidR="00D160FB" w:rsidRPr="00CB411F" w:rsidRDefault="00D160FB" w:rsidP="00D160FB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Assinatura </w:t>
                  </w:r>
                  <w:r w:rsidR="00F20BB3" w:rsidRPr="00CB411F">
                    <w:rPr>
                      <w:sz w:val="18"/>
                      <w:szCs w:val="24"/>
                      <w:lang w:val="pt-BR"/>
                    </w:rPr>
                    <w:t>do pastor</w:t>
                  </w:r>
                </w:p>
                <w:p w14:paraId="509C08F2" w14:textId="77777777" w:rsidR="00BC40EF" w:rsidRPr="00CB411F" w:rsidRDefault="00BC40EF" w:rsidP="00D160FB">
                  <w:pPr>
                    <w:pStyle w:val="datesignature"/>
                    <w:rPr>
                      <w:noProof/>
                      <w:sz w:val="18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06FE30AC">
          <v:shape id="Text Box 63" o:spid="_x0000_s1091" type="#_x0000_t202" style="position:absolute;margin-left:285.95pt;margin-top:324pt;width:252.65pt;height:27.6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fit-shape-to-text:t">
              <w:txbxContent>
                <w:p w14:paraId="3C72CAF9" w14:textId="77777777" w:rsidR="00F20BB3" w:rsidRPr="00CB411F" w:rsidRDefault="00F20BB3" w:rsidP="00F20BB3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1AE17C90" w14:textId="77777777" w:rsidR="00F20BB3" w:rsidRPr="00CB411F" w:rsidRDefault="00F20BB3" w:rsidP="00F20BB3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o(a)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diretor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(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>a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)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609DF798">
          <v:shape id="Text Box 56" o:spid="_x0000_s1092" type="#_x0000_t202" style="position:absolute;margin-left:89.25pt;margin-top:71.25pt;width:438.75pt;height:213.75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>
              <w:txbxContent>
                <w:p w14:paraId="2870F382" w14:textId="77777777" w:rsidR="00F20BB3" w:rsidRPr="00CB411F" w:rsidRDefault="00F20BB3" w:rsidP="00D160FB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103A8E82" w14:textId="77777777" w:rsidR="00F20BB3" w:rsidRPr="00CB411F" w:rsidRDefault="00F20BB3" w:rsidP="00D160FB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3179C142" w14:textId="77777777" w:rsidR="00E91CCF" w:rsidRPr="00CB411F" w:rsidRDefault="0023129A" w:rsidP="00E91CCF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26F7C503" w14:textId="77777777" w:rsidR="00F20BB3" w:rsidRPr="00CB411F" w:rsidRDefault="00F20BB3" w:rsidP="00D160FB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0A4DDB3C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da família cristã da</w:t>
                  </w:r>
                </w:p>
                <w:p w14:paraId="67E049C9" w14:textId="77777777" w:rsidR="00F20BB3" w:rsidRPr="00CB411F" w:rsidRDefault="0023129A" w:rsidP="00F20BB3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de _______________</w:t>
                  </w:r>
                </w:p>
                <w:p w14:paraId="227B9EAE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7B8339F2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  <w:r w:rsidRPr="00CB411F">
                    <w:rPr>
                      <w:sz w:val="22"/>
                      <w:lang w:val="pt-BR"/>
                    </w:rPr>
                    <w:t>recebe em reconhecimento de sua fidelidade em</w:t>
                  </w:r>
                </w:p>
                <w:p w14:paraId="7452F6B7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2DCFC9C9" w14:textId="77777777" w:rsidR="00F20BB3" w:rsidRPr="00CB411F" w:rsidRDefault="007A7E2B" w:rsidP="00F20BB3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v</w:t>
                  </w:r>
                  <w:r w:rsidR="00AD569E">
                    <w:rPr>
                      <w:sz w:val="36"/>
                      <w:lang w:val="pt-BR"/>
                    </w:rPr>
                    <w:t>ir à Escola Sabatina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27307C81">
          <v:rect id="Rectangle 60" o:spid="_x0000_s1089" style="position:absolute;margin-left:78pt;margin-top:51.75pt;width:460.6pt;height:321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</w:rPr>
        <w:pict w14:anchorId="0A252520">
          <v:rect id="Rectangle 59" o:spid="_x0000_s1088" style="position:absolute;margin-left:48.75pt;margin-top:32.25pt;width:515.45pt;height:359.2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sectPr w:rsidR="005E4F0D" w:rsidRPr="003B6C1E" w:rsidSect="00CB411F">
      <w:headerReference w:type="even" r:id="rId9"/>
      <w:headerReference w:type="default" r:id="rId10"/>
      <w:footerReference w:type="default" r:id="rId11"/>
      <w:pgSz w:w="12240" w:h="15840" w:code="1"/>
      <w:pgMar w:top="734" w:right="720" w:bottom="720" w:left="720" w:header="720" w:footer="33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007AC" w14:textId="77777777" w:rsidR="005D27BC" w:rsidRDefault="005D27BC">
      <w:r>
        <w:separator/>
      </w:r>
    </w:p>
  </w:endnote>
  <w:endnote w:type="continuationSeparator" w:id="0">
    <w:p w14:paraId="66D62106" w14:textId="77777777" w:rsidR="005D27BC" w:rsidRDefault="005D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9F16" w14:textId="77777777"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C684" w14:textId="77777777" w:rsidR="005D27BC" w:rsidRDefault="005D27BC">
      <w:r>
        <w:separator/>
      </w:r>
    </w:p>
  </w:footnote>
  <w:footnote w:type="continuationSeparator" w:id="0">
    <w:p w14:paraId="0E7B2902" w14:textId="77777777" w:rsidR="005D27BC" w:rsidRDefault="005D2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760F" w14:textId="77777777" w:rsidR="005E4F0D" w:rsidRDefault="005E4F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75CF" w14:textId="77777777"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0BB3"/>
    <w:rsid w:val="000256AF"/>
    <w:rsid w:val="0018089D"/>
    <w:rsid w:val="001D5E70"/>
    <w:rsid w:val="0023129A"/>
    <w:rsid w:val="002915C2"/>
    <w:rsid w:val="00294BDD"/>
    <w:rsid w:val="002A3248"/>
    <w:rsid w:val="002F403B"/>
    <w:rsid w:val="003B6C1E"/>
    <w:rsid w:val="003F02AC"/>
    <w:rsid w:val="004249D9"/>
    <w:rsid w:val="0043572A"/>
    <w:rsid w:val="004A3D06"/>
    <w:rsid w:val="004D4790"/>
    <w:rsid w:val="00515435"/>
    <w:rsid w:val="0055092E"/>
    <w:rsid w:val="00566861"/>
    <w:rsid w:val="00577128"/>
    <w:rsid w:val="00580463"/>
    <w:rsid w:val="005D27BC"/>
    <w:rsid w:val="005E4F0D"/>
    <w:rsid w:val="00617962"/>
    <w:rsid w:val="0064219F"/>
    <w:rsid w:val="006718CC"/>
    <w:rsid w:val="006B5A36"/>
    <w:rsid w:val="00710734"/>
    <w:rsid w:val="00761BBB"/>
    <w:rsid w:val="00795149"/>
    <w:rsid w:val="007A7E2B"/>
    <w:rsid w:val="007B1614"/>
    <w:rsid w:val="00913B7E"/>
    <w:rsid w:val="00924C0F"/>
    <w:rsid w:val="00965BB6"/>
    <w:rsid w:val="009C379D"/>
    <w:rsid w:val="009C3CAA"/>
    <w:rsid w:val="00A14829"/>
    <w:rsid w:val="00AD569E"/>
    <w:rsid w:val="00B028D6"/>
    <w:rsid w:val="00B75DB8"/>
    <w:rsid w:val="00B92707"/>
    <w:rsid w:val="00BC250D"/>
    <w:rsid w:val="00BC40EF"/>
    <w:rsid w:val="00BD68A4"/>
    <w:rsid w:val="00C362A2"/>
    <w:rsid w:val="00CB411F"/>
    <w:rsid w:val="00CF4DF5"/>
    <w:rsid w:val="00D160FB"/>
    <w:rsid w:val="00D43AF0"/>
    <w:rsid w:val="00E10F3F"/>
    <w:rsid w:val="00E4082D"/>
    <w:rsid w:val="00E625AA"/>
    <w:rsid w:val="00E665CC"/>
    <w:rsid w:val="00E91CCF"/>
    <w:rsid w:val="00EB0F65"/>
    <w:rsid w:val="00EE2C87"/>
    <w:rsid w:val="00F04F76"/>
    <w:rsid w:val="00F113D4"/>
    <w:rsid w:val="00F20BB3"/>
    <w:rsid w:val="00F52391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,"/>
  <w:listSeparator w:val=";"/>
  <w14:docId w14:val="3E244464"/>
  <w15:chartTrackingRefBased/>
  <w15:docId w15:val="{4954E70F-D8BF-437F-9457-EAA29239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  <w:lang w:val="en-US" w:eastAsia="en-US"/>
    </w:rPr>
  </w:style>
  <w:style w:type="paragraph" w:styleId="Ttulo2">
    <w:name w:val="heading 2"/>
    <w:next w:val="Normal"/>
    <w:link w:val="Ttulo2Char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  <w:lang w:val="en-US" w:eastAsia="en-US"/>
    </w:rPr>
  </w:style>
  <w:style w:type="paragraph" w:styleId="Ttulo3">
    <w:name w:val="heading 3"/>
    <w:next w:val="Normal"/>
    <w:link w:val="Ttulo3Char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  <w:lang w:val="en-US" w:eastAsia="en-US"/>
    </w:rPr>
  </w:style>
  <w:style w:type="paragraph" w:styleId="Ttulo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CB411F"/>
    <w:rPr>
      <w:rFonts w:ascii="Courier New" w:hAnsi="Courier New"/>
      <w:color w:val="808080"/>
      <w:sz w:val="36"/>
      <w:szCs w:val="40"/>
      <w:lang w:val="en-US" w:eastAsia="en-US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  <w:lang w:val="en-US" w:eastAsia="en-US"/>
    </w:rPr>
  </w:style>
  <w:style w:type="paragraph" w:styleId="Textodebalo">
    <w:name w:val="Balloon Text"/>
    <w:basedOn w:val="Normal"/>
    <w:semiHidden/>
    <w:rsid w:val="00294BD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CB411F"/>
    <w:rPr>
      <w:rFonts w:ascii="Courier New" w:hAnsi="Courier New"/>
      <w:b/>
      <w:color w:val="000080"/>
      <w:sz w:val="52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otosdahora.com.br/clipart/cliparts_imagens/04Cultura/igreja_06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fotosdahora.com.br/clipart/cliparts_imagens/04Cultura/igreja_06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y\AppData\Roaming\Microsoft\Modelos\Certificado%20b&#225;sico%20de%20aluno%20do%20m&#234;s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Certificado básico de aluno do mês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3</cp:revision>
  <cp:lastPrinted>2003-10-06T18:08:00Z</cp:lastPrinted>
  <dcterms:created xsi:type="dcterms:W3CDTF">2022-08-19T20:56:00Z</dcterms:created>
  <dcterms:modified xsi:type="dcterms:W3CDTF">2022-09-03T20:38:00Z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TC010183851046</vt:lpwstr>
  </property>
</Properties>
</file>